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3BF83" w14:textId="38DE47FF" w:rsidR="00463F67" w:rsidRDefault="000127DB" w:rsidP="00463F67">
      <w:pPr>
        <w:pStyle w:val="Title"/>
        <w:rPr>
          <w:kern w:val="32"/>
          <w:szCs w:val="24"/>
        </w:rPr>
      </w:pPr>
      <w:sdt>
        <w:sdtPr>
          <w:rPr>
            <w:kern w:val="32"/>
            <w:szCs w:val="24"/>
          </w:rPr>
          <w:alias w:val="Title"/>
          <w:tag w:val=""/>
          <w:id w:val="1062761741"/>
          <w:placeholder>
            <w:docPart w:val="575F8DA283914DCC981EF7110E289F3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9F1307" w:rsidRPr="009F1307">
            <w:rPr>
              <w:kern w:val="32"/>
              <w:szCs w:val="24"/>
            </w:rPr>
            <w:t>Form A22 – Pilot maintenance training record</w:t>
          </w:r>
        </w:sdtContent>
      </w:sdt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71"/>
        <w:gridCol w:w="8222"/>
      </w:tblGrid>
      <w:tr w:rsidR="00F7306B" w14:paraId="41D7D00E" w14:textId="77777777" w:rsidTr="00C3596B">
        <w:trPr>
          <w:trHeight w:val="536"/>
        </w:trPr>
        <w:tc>
          <w:tcPr>
            <w:tcW w:w="1271" w:type="dxa"/>
          </w:tcPr>
          <w:p w14:paraId="13A87C40" w14:textId="48927968" w:rsidR="00F7306B" w:rsidRDefault="00F7306B" w:rsidP="002E159E">
            <w:r>
              <w:rPr>
                <w:rStyle w:val="bold"/>
              </w:rPr>
              <w:t>Name</w:t>
            </w:r>
          </w:p>
        </w:tc>
        <w:tc>
          <w:tcPr>
            <w:tcW w:w="8222" w:type="dxa"/>
          </w:tcPr>
          <w:p w14:paraId="41B365F0" w14:textId="77777777" w:rsidR="00F7306B" w:rsidRDefault="00F7306B" w:rsidP="002E159E"/>
        </w:tc>
      </w:tr>
    </w:tbl>
    <w:p w14:paraId="7F88A5C5" w14:textId="3463BBFB" w:rsidR="000B0153" w:rsidRPr="00F7306B" w:rsidRDefault="000B0153" w:rsidP="00E06D9E">
      <w:pPr>
        <w:pStyle w:val="Header"/>
      </w:pPr>
    </w:p>
    <w:tbl>
      <w:tblPr>
        <w:tblStyle w:val="SD-MOStable"/>
        <w:tblW w:w="5000" w:type="pct"/>
        <w:tblLook w:val="0620" w:firstRow="1" w:lastRow="0" w:firstColumn="0" w:lastColumn="0" w:noHBand="1" w:noVBand="1"/>
        <w:tblCaption w:val="4B8 Student Personal Details &amp; Flight Training Record"/>
        <w:tblDescription w:val="4B8 Student Personal Details &amp; Flight Training Record"/>
      </w:tblPr>
      <w:tblGrid>
        <w:gridCol w:w="1244"/>
        <w:gridCol w:w="2799"/>
        <w:gridCol w:w="5439"/>
        <w:gridCol w:w="1554"/>
        <w:gridCol w:w="2019"/>
        <w:gridCol w:w="2333"/>
      </w:tblGrid>
      <w:tr w:rsidR="000B0153" w:rsidRPr="003342D3" w14:paraId="567F6D47" w14:textId="77777777" w:rsidTr="000B01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  <w:tblHeader/>
        </w:trPr>
        <w:tc>
          <w:tcPr>
            <w:tcW w:w="404" w:type="pct"/>
          </w:tcPr>
          <w:p w14:paraId="384C79EB" w14:textId="77777777" w:rsidR="000B0153" w:rsidRPr="003342D3" w:rsidRDefault="000B0153" w:rsidP="00F3353D">
            <w:r w:rsidRPr="003342D3">
              <w:t>Date</w:t>
            </w:r>
          </w:p>
        </w:tc>
        <w:tc>
          <w:tcPr>
            <w:tcW w:w="909" w:type="pct"/>
          </w:tcPr>
          <w:p w14:paraId="68EDFB6B" w14:textId="77777777" w:rsidR="000B0153" w:rsidRPr="003342D3" w:rsidRDefault="000B0153" w:rsidP="00F3353D">
            <w:r w:rsidRPr="003342D3">
              <w:t>Schedule 8 item</w:t>
            </w:r>
          </w:p>
        </w:tc>
        <w:tc>
          <w:tcPr>
            <w:tcW w:w="1767" w:type="pct"/>
          </w:tcPr>
          <w:p w14:paraId="0CD329EA" w14:textId="77777777" w:rsidR="000B0153" w:rsidRPr="003342D3" w:rsidRDefault="000B0153" w:rsidP="00F3353D">
            <w:r w:rsidRPr="003342D3">
              <w:t>Schedule 8 maintenance training carried out</w:t>
            </w:r>
          </w:p>
        </w:tc>
        <w:tc>
          <w:tcPr>
            <w:tcW w:w="505" w:type="pct"/>
          </w:tcPr>
          <w:p w14:paraId="1BFBBB05" w14:textId="77777777" w:rsidR="000B0153" w:rsidRPr="003342D3" w:rsidRDefault="000B0153" w:rsidP="00F3353D">
            <w:r w:rsidRPr="003342D3">
              <w:t xml:space="preserve">Competent </w:t>
            </w:r>
          </w:p>
          <w:p w14:paraId="23426D75" w14:textId="77777777" w:rsidR="000B0153" w:rsidRPr="003342D3" w:rsidRDefault="000B0153" w:rsidP="00F3353D">
            <w:r w:rsidRPr="003342D3">
              <w:t>Yes / No</w:t>
            </w:r>
          </w:p>
        </w:tc>
        <w:tc>
          <w:tcPr>
            <w:tcW w:w="656" w:type="pct"/>
          </w:tcPr>
          <w:p w14:paraId="466DF5A6" w14:textId="77777777" w:rsidR="000B0153" w:rsidRPr="003342D3" w:rsidRDefault="000B0153" w:rsidP="00F3353D">
            <w:r w:rsidRPr="003342D3">
              <w:t>Trainee Signature</w:t>
            </w:r>
          </w:p>
        </w:tc>
        <w:tc>
          <w:tcPr>
            <w:tcW w:w="758" w:type="pct"/>
          </w:tcPr>
          <w:p w14:paraId="0375BA79" w14:textId="77777777" w:rsidR="000B0153" w:rsidRPr="003342D3" w:rsidRDefault="000B0153" w:rsidP="00F3353D">
            <w:r w:rsidRPr="003342D3">
              <w:t>Maintenance trainer Signature</w:t>
            </w:r>
          </w:p>
        </w:tc>
      </w:tr>
      <w:tr w:rsidR="000B0153" w:rsidRPr="003342D3" w14:paraId="273671E2" w14:textId="77777777" w:rsidTr="000B0153">
        <w:trPr>
          <w:trHeight w:val="19"/>
        </w:trPr>
        <w:tc>
          <w:tcPr>
            <w:tcW w:w="404" w:type="pct"/>
          </w:tcPr>
          <w:p w14:paraId="719014E8" w14:textId="77777777" w:rsidR="000B0153" w:rsidRPr="003342D3" w:rsidRDefault="000B0153" w:rsidP="00F3353D"/>
        </w:tc>
        <w:tc>
          <w:tcPr>
            <w:tcW w:w="909" w:type="pct"/>
          </w:tcPr>
          <w:p w14:paraId="3F7EF980" w14:textId="77777777" w:rsidR="000B0153" w:rsidRPr="003342D3" w:rsidRDefault="000B0153" w:rsidP="00F3353D"/>
        </w:tc>
        <w:tc>
          <w:tcPr>
            <w:tcW w:w="1767" w:type="pct"/>
          </w:tcPr>
          <w:p w14:paraId="053668AA" w14:textId="77777777" w:rsidR="000B0153" w:rsidRPr="003342D3" w:rsidRDefault="000B0153" w:rsidP="00F3353D"/>
        </w:tc>
        <w:tc>
          <w:tcPr>
            <w:tcW w:w="505" w:type="pct"/>
          </w:tcPr>
          <w:p w14:paraId="1359E7F9" w14:textId="77777777" w:rsidR="000B0153" w:rsidRPr="003342D3" w:rsidRDefault="000B0153" w:rsidP="00F3353D"/>
        </w:tc>
        <w:tc>
          <w:tcPr>
            <w:tcW w:w="656" w:type="pct"/>
          </w:tcPr>
          <w:p w14:paraId="7B25075B" w14:textId="77777777" w:rsidR="000B0153" w:rsidRPr="003342D3" w:rsidRDefault="000B0153" w:rsidP="00F3353D"/>
        </w:tc>
        <w:tc>
          <w:tcPr>
            <w:tcW w:w="758" w:type="pct"/>
          </w:tcPr>
          <w:p w14:paraId="56982E56" w14:textId="77777777" w:rsidR="000B0153" w:rsidRPr="003342D3" w:rsidRDefault="000B0153" w:rsidP="00F3353D"/>
        </w:tc>
      </w:tr>
      <w:tr w:rsidR="000B0153" w:rsidRPr="003342D3" w14:paraId="1C1121BB" w14:textId="77777777" w:rsidTr="000B0153">
        <w:trPr>
          <w:trHeight w:val="19"/>
        </w:trPr>
        <w:tc>
          <w:tcPr>
            <w:tcW w:w="404" w:type="pct"/>
          </w:tcPr>
          <w:p w14:paraId="6EBBC05E" w14:textId="77777777" w:rsidR="000B0153" w:rsidRPr="003342D3" w:rsidRDefault="000B0153" w:rsidP="00F3353D"/>
        </w:tc>
        <w:tc>
          <w:tcPr>
            <w:tcW w:w="909" w:type="pct"/>
          </w:tcPr>
          <w:p w14:paraId="33CFCB1D" w14:textId="77777777" w:rsidR="000B0153" w:rsidRPr="003342D3" w:rsidRDefault="000B0153" w:rsidP="00F3353D"/>
        </w:tc>
        <w:tc>
          <w:tcPr>
            <w:tcW w:w="1767" w:type="pct"/>
          </w:tcPr>
          <w:p w14:paraId="45AFDFD7" w14:textId="77777777" w:rsidR="000B0153" w:rsidRPr="003342D3" w:rsidRDefault="000B0153" w:rsidP="00F3353D"/>
        </w:tc>
        <w:tc>
          <w:tcPr>
            <w:tcW w:w="505" w:type="pct"/>
          </w:tcPr>
          <w:p w14:paraId="072B1FD0" w14:textId="77777777" w:rsidR="000B0153" w:rsidRPr="003342D3" w:rsidRDefault="000B0153" w:rsidP="00F3353D"/>
        </w:tc>
        <w:tc>
          <w:tcPr>
            <w:tcW w:w="656" w:type="pct"/>
          </w:tcPr>
          <w:p w14:paraId="1C7026D6" w14:textId="77777777" w:rsidR="000B0153" w:rsidRPr="003342D3" w:rsidRDefault="000B0153" w:rsidP="00F3353D"/>
        </w:tc>
        <w:tc>
          <w:tcPr>
            <w:tcW w:w="758" w:type="pct"/>
          </w:tcPr>
          <w:p w14:paraId="158EA308" w14:textId="77777777" w:rsidR="000B0153" w:rsidRPr="003342D3" w:rsidRDefault="000B0153" w:rsidP="00F3353D"/>
        </w:tc>
      </w:tr>
      <w:tr w:rsidR="000B0153" w:rsidRPr="003342D3" w14:paraId="53F601FC" w14:textId="77777777" w:rsidTr="000B0153">
        <w:trPr>
          <w:trHeight w:val="19"/>
        </w:trPr>
        <w:tc>
          <w:tcPr>
            <w:tcW w:w="404" w:type="pct"/>
          </w:tcPr>
          <w:p w14:paraId="5847C2C5" w14:textId="77777777" w:rsidR="000B0153" w:rsidRPr="003342D3" w:rsidRDefault="000B0153" w:rsidP="00F3353D"/>
        </w:tc>
        <w:tc>
          <w:tcPr>
            <w:tcW w:w="909" w:type="pct"/>
          </w:tcPr>
          <w:p w14:paraId="5407F67A" w14:textId="77777777" w:rsidR="000B0153" w:rsidRPr="003342D3" w:rsidRDefault="000B0153" w:rsidP="00F3353D"/>
        </w:tc>
        <w:tc>
          <w:tcPr>
            <w:tcW w:w="1767" w:type="pct"/>
          </w:tcPr>
          <w:p w14:paraId="50878A46" w14:textId="77777777" w:rsidR="000B0153" w:rsidRPr="003342D3" w:rsidRDefault="000B0153" w:rsidP="00F3353D"/>
        </w:tc>
        <w:tc>
          <w:tcPr>
            <w:tcW w:w="505" w:type="pct"/>
          </w:tcPr>
          <w:p w14:paraId="7AD0851B" w14:textId="77777777" w:rsidR="000B0153" w:rsidRPr="003342D3" w:rsidRDefault="000B0153" w:rsidP="00F3353D"/>
        </w:tc>
        <w:tc>
          <w:tcPr>
            <w:tcW w:w="656" w:type="pct"/>
          </w:tcPr>
          <w:p w14:paraId="2C8F494E" w14:textId="77777777" w:rsidR="000B0153" w:rsidRPr="003342D3" w:rsidRDefault="000B0153" w:rsidP="00F3353D"/>
        </w:tc>
        <w:tc>
          <w:tcPr>
            <w:tcW w:w="758" w:type="pct"/>
          </w:tcPr>
          <w:p w14:paraId="0FFC0FC7" w14:textId="77777777" w:rsidR="000B0153" w:rsidRPr="003342D3" w:rsidRDefault="000B0153" w:rsidP="00F3353D"/>
        </w:tc>
      </w:tr>
      <w:tr w:rsidR="000B0153" w:rsidRPr="003342D3" w14:paraId="27125D47" w14:textId="77777777" w:rsidTr="000B0153">
        <w:trPr>
          <w:trHeight w:val="19"/>
        </w:trPr>
        <w:tc>
          <w:tcPr>
            <w:tcW w:w="404" w:type="pct"/>
          </w:tcPr>
          <w:p w14:paraId="1FB6FF55" w14:textId="77777777" w:rsidR="000B0153" w:rsidRPr="003342D3" w:rsidRDefault="000B0153" w:rsidP="00F3353D"/>
        </w:tc>
        <w:tc>
          <w:tcPr>
            <w:tcW w:w="909" w:type="pct"/>
          </w:tcPr>
          <w:p w14:paraId="4A6E311A" w14:textId="77777777" w:rsidR="000B0153" w:rsidRPr="003342D3" w:rsidRDefault="000B0153" w:rsidP="00F3353D"/>
        </w:tc>
        <w:tc>
          <w:tcPr>
            <w:tcW w:w="1767" w:type="pct"/>
          </w:tcPr>
          <w:p w14:paraId="005E8864" w14:textId="77777777" w:rsidR="000B0153" w:rsidRPr="003342D3" w:rsidRDefault="000B0153" w:rsidP="00F3353D"/>
        </w:tc>
        <w:tc>
          <w:tcPr>
            <w:tcW w:w="505" w:type="pct"/>
          </w:tcPr>
          <w:p w14:paraId="45A324EB" w14:textId="77777777" w:rsidR="000B0153" w:rsidRPr="003342D3" w:rsidRDefault="000B0153" w:rsidP="00F3353D"/>
        </w:tc>
        <w:tc>
          <w:tcPr>
            <w:tcW w:w="656" w:type="pct"/>
          </w:tcPr>
          <w:p w14:paraId="1ECC14E1" w14:textId="77777777" w:rsidR="000B0153" w:rsidRPr="003342D3" w:rsidRDefault="000B0153" w:rsidP="00F3353D"/>
        </w:tc>
        <w:tc>
          <w:tcPr>
            <w:tcW w:w="758" w:type="pct"/>
          </w:tcPr>
          <w:p w14:paraId="1649C4DF" w14:textId="77777777" w:rsidR="000B0153" w:rsidRPr="003342D3" w:rsidRDefault="000B0153" w:rsidP="00F3353D"/>
        </w:tc>
      </w:tr>
      <w:tr w:rsidR="000B0153" w:rsidRPr="003342D3" w14:paraId="3236C996" w14:textId="77777777" w:rsidTr="000B0153">
        <w:trPr>
          <w:trHeight w:val="19"/>
        </w:trPr>
        <w:tc>
          <w:tcPr>
            <w:tcW w:w="404" w:type="pct"/>
          </w:tcPr>
          <w:p w14:paraId="06914477" w14:textId="77777777" w:rsidR="000B0153" w:rsidRPr="003342D3" w:rsidRDefault="000B0153" w:rsidP="00F3353D"/>
        </w:tc>
        <w:tc>
          <w:tcPr>
            <w:tcW w:w="909" w:type="pct"/>
          </w:tcPr>
          <w:p w14:paraId="0DFC2A47" w14:textId="77777777" w:rsidR="000B0153" w:rsidRPr="003342D3" w:rsidRDefault="000B0153" w:rsidP="00F3353D"/>
        </w:tc>
        <w:tc>
          <w:tcPr>
            <w:tcW w:w="1767" w:type="pct"/>
          </w:tcPr>
          <w:p w14:paraId="1DEE9D3E" w14:textId="77777777" w:rsidR="000B0153" w:rsidRPr="003342D3" w:rsidRDefault="000B0153" w:rsidP="00F3353D"/>
        </w:tc>
        <w:tc>
          <w:tcPr>
            <w:tcW w:w="505" w:type="pct"/>
          </w:tcPr>
          <w:p w14:paraId="661316E2" w14:textId="77777777" w:rsidR="000B0153" w:rsidRPr="003342D3" w:rsidRDefault="000B0153" w:rsidP="00F3353D"/>
        </w:tc>
        <w:tc>
          <w:tcPr>
            <w:tcW w:w="656" w:type="pct"/>
          </w:tcPr>
          <w:p w14:paraId="0561C142" w14:textId="77777777" w:rsidR="000B0153" w:rsidRPr="003342D3" w:rsidRDefault="000B0153" w:rsidP="00F3353D"/>
        </w:tc>
        <w:tc>
          <w:tcPr>
            <w:tcW w:w="758" w:type="pct"/>
          </w:tcPr>
          <w:p w14:paraId="123FBCB3" w14:textId="77777777" w:rsidR="000B0153" w:rsidRPr="003342D3" w:rsidRDefault="000B0153" w:rsidP="00F3353D"/>
        </w:tc>
      </w:tr>
      <w:tr w:rsidR="000B0153" w:rsidRPr="003342D3" w14:paraId="75DD8DE0" w14:textId="77777777" w:rsidTr="000B0153">
        <w:trPr>
          <w:trHeight w:val="19"/>
        </w:trPr>
        <w:tc>
          <w:tcPr>
            <w:tcW w:w="404" w:type="pct"/>
          </w:tcPr>
          <w:p w14:paraId="7AE05FEC" w14:textId="77777777" w:rsidR="000B0153" w:rsidRPr="003342D3" w:rsidRDefault="000B0153" w:rsidP="00F3353D"/>
        </w:tc>
        <w:tc>
          <w:tcPr>
            <w:tcW w:w="909" w:type="pct"/>
          </w:tcPr>
          <w:p w14:paraId="0CCCD82C" w14:textId="77777777" w:rsidR="000B0153" w:rsidRPr="003342D3" w:rsidRDefault="000B0153" w:rsidP="00F3353D"/>
        </w:tc>
        <w:tc>
          <w:tcPr>
            <w:tcW w:w="1767" w:type="pct"/>
          </w:tcPr>
          <w:p w14:paraId="298DD824" w14:textId="77777777" w:rsidR="000B0153" w:rsidRPr="003342D3" w:rsidRDefault="000B0153" w:rsidP="00F3353D"/>
        </w:tc>
        <w:tc>
          <w:tcPr>
            <w:tcW w:w="505" w:type="pct"/>
          </w:tcPr>
          <w:p w14:paraId="41A9B3D8" w14:textId="77777777" w:rsidR="000B0153" w:rsidRPr="003342D3" w:rsidRDefault="000B0153" w:rsidP="00F3353D"/>
        </w:tc>
        <w:tc>
          <w:tcPr>
            <w:tcW w:w="656" w:type="pct"/>
          </w:tcPr>
          <w:p w14:paraId="26654C59" w14:textId="77777777" w:rsidR="000B0153" w:rsidRPr="003342D3" w:rsidRDefault="000B0153" w:rsidP="00F3353D"/>
        </w:tc>
        <w:tc>
          <w:tcPr>
            <w:tcW w:w="758" w:type="pct"/>
          </w:tcPr>
          <w:p w14:paraId="172EB4DF" w14:textId="77777777" w:rsidR="000B0153" w:rsidRPr="003342D3" w:rsidRDefault="000B0153" w:rsidP="00F3353D"/>
        </w:tc>
      </w:tr>
      <w:tr w:rsidR="000B0153" w:rsidRPr="003342D3" w14:paraId="45FBA6C9" w14:textId="77777777" w:rsidTr="000B0153">
        <w:trPr>
          <w:trHeight w:val="19"/>
        </w:trPr>
        <w:tc>
          <w:tcPr>
            <w:tcW w:w="404" w:type="pct"/>
          </w:tcPr>
          <w:p w14:paraId="4F98B36D" w14:textId="77777777" w:rsidR="000B0153" w:rsidRPr="003342D3" w:rsidRDefault="000B0153" w:rsidP="00F3353D"/>
        </w:tc>
        <w:tc>
          <w:tcPr>
            <w:tcW w:w="909" w:type="pct"/>
          </w:tcPr>
          <w:p w14:paraId="3028298D" w14:textId="77777777" w:rsidR="000B0153" w:rsidRPr="003342D3" w:rsidRDefault="000B0153" w:rsidP="00F3353D"/>
        </w:tc>
        <w:tc>
          <w:tcPr>
            <w:tcW w:w="1767" w:type="pct"/>
          </w:tcPr>
          <w:p w14:paraId="0FCECE9B" w14:textId="77777777" w:rsidR="000B0153" w:rsidRPr="003342D3" w:rsidRDefault="000B0153" w:rsidP="00F3353D"/>
        </w:tc>
        <w:tc>
          <w:tcPr>
            <w:tcW w:w="505" w:type="pct"/>
          </w:tcPr>
          <w:p w14:paraId="0BD8D59F" w14:textId="77777777" w:rsidR="000B0153" w:rsidRPr="003342D3" w:rsidRDefault="000B0153" w:rsidP="00F3353D"/>
        </w:tc>
        <w:tc>
          <w:tcPr>
            <w:tcW w:w="656" w:type="pct"/>
          </w:tcPr>
          <w:p w14:paraId="1887E8EA" w14:textId="77777777" w:rsidR="000B0153" w:rsidRPr="003342D3" w:rsidRDefault="000B0153" w:rsidP="00F3353D"/>
        </w:tc>
        <w:tc>
          <w:tcPr>
            <w:tcW w:w="758" w:type="pct"/>
          </w:tcPr>
          <w:p w14:paraId="30FF1CAB" w14:textId="77777777" w:rsidR="000B0153" w:rsidRPr="003342D3" w:rsidRDefault="000B0153" w:rsidP="00F3353D"/>
        </w:tc>
      </w:tr>
      <w:tr w:rsidR="000B0153" w:rsidRPr="003342D3" w14:paraId="5DC472F1" w14:textId="77777777" w:rsidTr="000B0153">
        <w:trPr>
          <w:trHeight w:val="19"/>
        </w:trPr>
        <w:tc>
          <w:tcPr>
            <w:tcW w:w="404" w:type="pct"/>
          </w:tcPr>
          <w:p w14:paraId="623A3E9D" w14:textId="77777777" w:rsidR="000B0153" w:rsidRPr="003342D3" w:rsidRDefault="000B0153" w:rsidP="00F3353D"/>
        </w:tc>
        <w:tc>
          <w:tcPr>
            <w:tcW w:w="909" w:type="pct"/>
          </w:tcPr>
          <w:p w14:paraId="6F8105D1" w14:textId="77777777" w:rsidR="000B0153" w:rsidRPr="003342D3" w:rsidRDefault="000B0153" w:rsidP="00F3353D"/>
        </w:tc>
        <w:tc>
          <w:tcPr>
            <w:tcW w:w="1767" w:type="pct"/>
          </w:tcPr>
          <w:p w14:paraId="43C91BA3" w14:textId="77777777" w:rsidR="000B0153" w:rsidRPr="003342D3" w:rsidRDefault="000B0153" w:rsidP="00F3353D"/>
        </w:tc>
        <w:tc>
          <w:tcPr>
            <w:tcW w:w="505" w:type="pct"/>
          </w:tcPr>
          <w:p w14:paraId="153607AC" w14:textId="77777777" w:rsidR="000B0153" w:rsidRPr="003342D3" w:rsidRDefault="000B0153" w:rsidP="00F3353D"/>
        </w:tc>
        <w:tc>
          <w:tcPr>
            <w:tcW w:w="656" w:type="pct"/>
          </w:tcPr>
          <w:p w14:paraId="54D10196" w14:textId="77777777" w:rsidR="000B0153" w:rsidRPr="003342D3" w:rsidRDefault="000B0153" w:rsidP="00F3353D"/>
        </w:tc>
        <w:tc>
          <w:tcPr>
            <w:tcW w:w="758" w:type="pct"/>
          </w:tcPr>
          <w:p w14:paraId="7136C8DB" w14:textId="77777777" w:rsidR="000B0153" w:rsidRPr="003342D3" w:rsidRDefault="000B0153" w:rsidP="00F3353D"/>
        </w:tc>
      </w:tr>
      <w:tr w:rsidR="000B0153" w:rsidRPr="003342D3" w14:paraId="0C21997F" w14:textId="77777777" w:rsidTr="000B0153">
        <w:trPr>
          <w:trHeight w:val="19"/>
        </w:trPr>
        <w:tc>
          <w:tcPr>
            <w:tcW w:w="404" w:type="pct"/>
          </w:tcPr>
          <w:p w14:paraId="547A6B48" w14:textId="77777777" w:rsidR="000B0153" w:rsidRPr="003342D3" w:rsidRDefault="000B0153" w:rsidP="00F3353D"/>
        </w:tc>
        <w:tc>
          <w:tcPr>
            <w:tcW w:w="909" w:type="pct"/>
          </w:tcPr>
          <w:p w14:paraId="777279ED" w14:textId="77777777" w:rsidR="000B0153" w:rsidRPr="003342D3" w:rsidRDefault="000B0153" w:rsidP="00F3353D"/>
        </w:tc>
        <w:tc>
          <w:tcPr>
            <w:tcW w:w="1767" w:type="pct"/>
          </w:tcPr>
          <w:p w14:paraId="7DBC71F4" w14:textId="77777777" w:rsidR="000B0153" w:rsidRPr="003342D3" w:rsidRDefault="000B0153" w:rsidP="00F3353D"/>
        </w:tc>
        <w:tc>
          <w:tcPr>
            <w:tcW w:w="505" w:type="pct"/>
          </w:tcPr>
          <w:p w14:paraId="416C9D65" w14:textId="77777777" w:rsidR="000B0153" w:rsidRPr="003342D3" w:rsidRDefault="000B0153" w:rsidP="00F3353D"/>
        </w:tc>
        <w:tc>
          <w:tcPr>
            <w:tcW w:w="656" w:type="pct"/>
          </w:tcPr>
          <w:p w14:paraId="7EDEF9FD" w14:textId="77777777" w:rsidR="000B0153" w:rsidRPr="003342D3" w:rsidRDefault="000B0153" w:rsidP="00F3353D"/>
        </w:tc>
        <w:tc>
          <w:tcPr>
            <w:tcW w:w="758" w:type="pct"/>
          </w:tcPr>
          <w:p w14:paraId="4B2957FE" w14:textId="77777777" w:rsidR="000B0153" w:rsidRPr="003342D3" w:rsidRDefault="000B0153" w:rsidP="00F3353D"/>
        </w:tc>
      </w:tr>
      <w:tr w:rsidR="000B0153" w:rsidRPr="003342D3" w14:paraId="7D2CCBD8" w14:textId="77777777" w:rsidTr="000B0153">
        <w:trPr>
          <w:trHeight w:val="19"/>
        </w:trPr>
        <w:tc>
          <w:tcPr>
            <w:tcW w:w="404" w:type="pct"/>
          </w:tcPr>
          <w:p w14:paraId="000A5809" w14:textId="77777777" w:rsidR="000B0153" w:rsidRPr="003342D3" w:rsidRDefault="000B0153" w:rsidP="00F3353D"/>
        </w:tc>
        <w:tc>
          <w:tcPr>
            <w:tcW w:w="909" w:type="pct"/>
          </w:tcPr>
          <w:p w14:paraId="27DFFBE8" w14:textId="77777777" w:rsidR="000B0153" w:rsidRPr="003342D3" w:rsidRDefault="000B0153" w:rsidP="00F3353D"/>
        </w:tc>
        <w:tc>
          <w:tcPr>
            <w:tcW w:w="1767" w:type="pct"/>
          </w:tcPr>
          <w:p w14:paraId="56CFB452" w14:textId="77777777" w:rsidR="000B0153" w:rsidRPr="003342D3" w:rsidRDefault="000B0153" w:rsidP="00F3353D"/>
        </w:tc>
        <w:tc>
          <w:tcPr>
            <w:tcW w:w="505" w:type="pct"/>
          </w:tcPr>
          <w:p w14:paraId="79458860" w14:textId="77777777" w:rsidR="000B0153" w:rsidRPr="003342D3" w:rsidRDefault="000B0153" w:rsidP="00F3353D"/>
        </w:tc>
        <w:tc>
          <w:tcPr>
            <w:tcW w:w="656" w:type="pct"/>
          </w:tcPr>
          <w:p w14:paraId="7B8DBBDD" w14:textId="77777777" w:rsidR="000B0153" w:rsidRPr="003342D3" w:rsidRDefault="000B0153" w:rsidP="00F3353D"/>
        </w:tc>
        <w:tc>
          <w:tcPr>
            <w:tcW w:w="758" w:type="pct"/>
          </w:tcPr>
          <w:p w14:paraId="076D0A32" w14:textId="77777777" w:rsidR="000B0153" w:rsidRPr="003342D3" w:rsidRDefault="000B0153" w:rsidP="00F3353D"/>
        </w:tc>
      </w:tr>
      <w:tr w:rsidR="000B0153" w:rsidRPr="003342D3" w14:paraId="1C5B6BAC" w14:textId="77777777" w:rsidTr="000B0153">
        <w:trPr>
          <w:trHeight w:val="19"/>
        </w:trPr>
        <w:tc>
          <w:tcPr>
            <w:tcW w:w="404" w:type="pct"/>
          </w:tcPr>
          <w:p w14:paraId="3A9519B3" w14:textId="77777777" w:rsidR="000B0153" w:rsidRPr="003342D3" w:rsidRDefault="000B0153" w:rsidP="00F3353D"/>
        </w:tc>
        <w:tc>
          <w:tcPr>
            <w:tcW w:w="909" w:type="pct"/>
          </w:tcPr>
          <w:p w14:paraId="0507C82A" w14:textId="77777777" w:rsidR="000B0153" w:rsidRPr="003342D3" w:rsidRDefault="000B0153" w:rsidP="00F3353D"/>
        </w:tc>
        <w:tc>
          <w:tcPr>
            <w:tcW w:w="1767" w:type="pct"/>
          </w:tcPr>
          <w:p w14:paraId="1696A876" w14:textId="77777777" w:rsidR="000B0153" w:rsidRPr="003342D3" w:rsidRDefault="000B0153" w:rsidP="00F3353D"/>
        </w:tc>
        <w:tc>
          <w:tcPr>
            <w:tcW w:w="505" w:type="pct"/>
          </w:tcPr>
          <w:p w14:paraId="2CC968FF" w14:textId="77777777" w:rsidR="000B0153" w:rsidRPr="003342D3" w:rsidRDefault="000B0153" w:rsidP="00F3353D"/>
        </w:tc>
        <w:tc>
          <w:tcPr>
            <w:tcW w:w="656" w:type="pct"/>
          </w:tcPr>
          <w:p w14:paraId="45CDC5F8" w14:textId="77777777" w:rsidR="000B0153" w:rsidRPr="003342D3" w:rsidRDefault="000B0153" w:rsidP="00F3353D"/>
        </w:tc>
        <w:tc>
          <w:tcPr>
            <w:tcW w:w="758" w:type="pct"/>
          </w:tcPr>
          <w:p w14:paraId="023091F1" w14:textId="77777777" w:rsidR="000B0153" w:rsidRPr="003342D3" w:rsidRDefault="000B0153" w:rsidP="00F3353D"/>
        </w:tc>
      </w:tr>
      <w:tr w:rsidR="000B0153" w:rsidRPr="003342D3" w14:paraId="6BA5163F" w14:textId="77777777" w:rsidTr="000B0153">
        <w:trPr>
          <w:trHeight w:val="19"/>
        </w:trPr>
        <w:tc>
          <w:tcPr>
            <w:tcW w:w="404" w:type="pct"/>
          </w:tcPr>
          <w:p w14:paraId="7A3E63E6" w14:textId="77777777" w:rsidR="000B0153" w:rsidRPr="003342D3" w:rsidRDefault="000B0153" w:rsidP="00F3353D"/>
        </w:tc>
        <w:tc>
          <w:tcPr>
            <w:tcW w:w="909" w:type="pct"/>
          </w:tcPr>
          <w:p w14:paraId="468B6B29" w14:textId="77777777" w:rsidR="000B0153" w:rsidRPr="003342D3" w:rsidRDefault="000B0153" w:rsidP="00F3353D"/>
        </w:tc>
        <w:tc>
          <w:tcPr>
            <w:tcW w:w="1767" w:type="pct"/>
          </w:tcPr>
          <w:p w14:paraId="6D9AE06E" w14:textId="77777777" w:rsidR="000B0153" w:rsidRPr="003342D3" w:rsidRDefault="000B0153" w:rsidP="00F3353D"/>
        </w:tc>
        <w:tc>
          <w:tcPr>
            <w:tcW w:w="505" w:type="pct"/>
          </w:tcPr>
          <w:p w14:paraId="69A0C250" w14:textId="77777777" w:rsidR="000B0153" w:rsidRPr="003342D3" w:rsidRDefault="000B0153" w:rsidP="00F3353D"/>
        </w:tc>
        <w:tc>
          <w:tcPr>
            <w:tcW w:w="656" w:type="pct"/>
          </w:tcPr>
          <w:p w14:paraId="574B55B2" w14:textId="77777777" w:rsidR="000B0153" w:rsidRPr="003342D3" w:rsidRDefault="000B0153" w:rsidP="00F3353D"/>
        </w:tc>
        <w:tc>
          <w:tcPr>
            <w:tcW w:w="758" w:type="pct"/>
          </w:tcPr>
          <w:p w14:paraId="00237751" w14:textId="77777777" w:rsidR="000B0153" w:rsidRPr="003342D3" w:rsidRDefault="000B0153" w:rsidP="00F3353D"/>
        </w:tc>
      </w:tr>
      <w:tr w:rsidR="000B0153" w:rsidRPr="003342D3" w14:paraId="5FC04A01" w14:textId="77777777" w:rsidTr="000B0153">
        <w:trPr>
          <w:trHeight w:val="19"/>
        </w:trPr>
        <w:tc>
          <w:tcPr>
            <w:tcW w:w="404" w:type="pct"/>
          </w:tcPr>
          <w:p w14:paraId="37535517" w14:textId="77777777" w:rsidR="000B0153" w:rsidRPr="003342D3" w:rsidRDefault="000B0153" w:rsidP="00F3353D"/>
        </w:tc>
        <w:tc>
          <w:tcPr>
            <w:tcW w:w="909" w:type="pct"/>
          </w:tcPr>
          <w:p w14:paraId="12F4324B" w14:textId="77777777" w:rsidR="000B0153" w:rsidRPr="003342D3" w:rsidRDefault="000B0153" w:rsidP="00F3353D"/>
        </w:tc>
        <w:tc>
          <w:tcPr>
            <w:tcW w:w="1767" w:type="pct"/>
          </w:tcPr>
          <w:p w14:paraId="3D3A200B" w14:textId="77777777" w:rsidR="000B0153" w:rsidRPr="003342D3" w:rsidRDefault="000B0153" w:rsidP="00F3353D"/>
        </w:tc>
        <w:tc>
          <w:tcPr>
            <w:tcW w:w="505" w:type="pct"/>
          </w:tcPr>
          <w:p w14:paraId="79EC13B2" w14:textId="77777777" w:rsidR="000B0153" w:rsidRPr="003342D3" w:rsidRDefault="000B0153" w:rsidP="00F3353D"/>
        </w:tc>
        <w:tc>
          <w:tcPr>
            <w:tcW w:w="656" w:type="pct"/>
          </w:tcPr>
          <w:p w14:paraId="70BC7B5D" w14:textId="77777777" w:rsidR="000B0153" w:rsidRPr="003342D3" w:rsidRDefault="000B0153" w:rsidP="00F3353D"/>
        </w:tc>
        <w:tc>
          <w:tcPr>
            <w:tcW w:w="758" w:type="pct"/>
          </w:tcPr>
          <w:p w14:paraId="09D5879D" w14:textId="77777777" w:rsidR="000B0153" w:rsidRPr="003342D3" w:rsidRDefault="000B0153" w:rsidP="00F3353D"/>
        </w:tc>
      </w:tr>
    </w:tbl>
    <w:p w14:paraId="16534FAA" w14:textId="77777777" w:rsidR="000A7DC8" w:rsidRPr="000A7DC8" w:rsidRDefault="000A7DC8" w:rsidP="000A7DC8"/>
    <w:sectPr w:rsidR="000A7DC8" w:rsidRPr="000A7DC8" w:rsidSect="009F1307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 w:code="9"/>
      <w:pgMar w:top="720" w:right="720" w:bottom="720" w:left="720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6DD1BA" w14:textId="77777777" w:rsidR="00AB56C9" w:rsidRDefault="00AB56C9" w:rsidP="008E21DE">
      <w:pPr>
        <w:spacing w:before="0" w:after="0"/>
      </w:pPr>
      <w:r>
        <w:separator/>
      </w:r>
    </w:p>
    <w:p w14:paraId="5A13B7B7" w14:textId="77777777" w:rsidR="00AB56C9" w:rsidRDefault="00AB56C9"/>
  </w:endnote>
  <w:endnote w:type="continuationSeparator" w:id="0">
    <w:p w14:paraId="47FE470F" w14:textId="77777777" w:rsidR="00AB56C9" w:rsidRDefault="00AB56C9" w:rsidP="008E21DE">
      <w:pPr>
        <w:spacing w:before="0" w:after="0"/>
      </w:pPr>
      <w:r>
        <w:continuationSeparator/>
      </w:r>
    </w:p>
    <w:p w14:paraId="00F8E27E" w14:textId="77777777" w:rsidR="00AB56C9" w:rsidRDefault="00AB56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41CF7" w14:textId="471FD57B" w:rsidR="00013309" w:rsidRPr="00500DA0" w:rsidRDefault="000127DB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575F8DA283914DCC981EF7110E289F3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F1307">
          <w:rPr>
            <w:rFonts w:ascii="ArialMT" w:hAnsi="ArialMT" w:cs="ArialMT"/>
            <w:szCs w:val="16"/>
          </w:rPr>
          <w:t>Form A22 – Pilot maintenance training record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29203" w14:textId="77777777" w:rsidR="00013309" w:rsidRDefault="00013309" w:rsidP="00013309">
    <w:pPr>
      <w:pStyle w:val="Footer"/>
    </w:pPr>
    <w:r>
      <w:t>Civil Aviation Safety Authority</w:t>
    </w:r>
  </w:p>
  <w:p w14:paraId="6CC86503" w14:textId="79A2D522" w:rsidR="00013309" w:rsidRDefault="000127DB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F1307">
          <w:rPr>
            <w:rFonts w:ascii="ArialMT" w:hAnsi="ArialMT" w:cs="ArialMT"/>
            <w:szCs w:val="16"/>
          </w:rPr>
          <w:t>Form A22 – Pilot maintenance training record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9F1307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9F1307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5ED821E5" w14:textId="77777777" w:rsidR="00013309" w:rsidRPr="00A365CA" w:rsidRDefault="000127DB" w:rsidP="00013309">
    <w:pPr>
      <w:pStyle w:val="SecurityClassification"/>
    </w:pPr>
    <w:sdt>
      <w:sdt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>
          <w:t>Official</w:t>
        </w:r>
      </w:sdtContent>
    </w:sdt>
    <w:r w:rsidR="00463F67" w:rsidRPr="00A365CA">
      <w:rPr>
        <w:noProof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6B758152" wp14:editId="15EF1CCE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130C19D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758152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1130C19D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8303B" w14:textId="77777777" w:rsidR="00AB56C9" w:rsidRPr="0022402E" w:rsidRDefault="00AB56C9" w:rsidP="0022402E">
      <w:pPr>
        <w:spacing w:before="240"/>
        <w:rPr>
          <w:lang w:val="en-US"/>
        </w:rPr>
      </w:pPr>
      <w:r w:rsidRPr="0022402E">
        <w:rPr>
          <w:color w:val="13B5EA" w:themeColor="accent1"/>
          <w:lang w:val="en-US"/>
        </w:rPr>
        <w:t>____</w:t>
      </w:r>
    </w:p>
  </w:footnote>
  <w:footnote w:type="continuationSeparator" w:id="0">
    <w:p w14:paraId="2D888A2E" w14:textId="77777777" w:rsidR="00AB56C9" w:rsidRDefault="00AB56C9" w:rsidP="008E21DE">
      <w:pPr>
        <w:spacing w:before="0" w:after="0"/>
      </w:pPr>
      <w:r>
        <w:continuationSeparator/>
      </w:r>
    </w:p>
    <w:p w14:paraId="6A29CF50" w14:textId="77777777" w:rsidR="00AB56C9" w:rsidRDefault="00AB56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9E4FA" w14:textId="77777777" w:rsidR="00DD684D" w:rsidRDefault="00DD684D" w:rsidP="00DD684D">
    <w:pPr>
      <w:pStyle w:val="Header"/>
    </w:pPr>
    <w:r>
      <w:t>ORGANISATION NAME/DETAILS</w:t>
    </w:r>
  </w:p>
  <w:p w14:paraId="0F420FD5" w14:textId="77777777" w:rsidR="00013309" w:rsidRPr="00DD684D" w:rsidRDefault="000127DB" w:rsidP="00F7306B">
    <w:pPr>
      <w:pStyle w:val="Header"/>
      <w:spacing w:after="120"/>
    </w:pPr>
    <w:r>
      <w:pict w14:anchorId="7F4DEC77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D3AF6" w14:textId="77777777" w:rsidR="00463F67" w:rsidRDefault="000127DB" w:rsidP="00463F67">
    <w:pPr>
      <w:pStyle w:val="SecurityClassification"/>
      <w:spacing w:after="360"/>
    </w:pPr>
    <w:sdt>
      <w:sdt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307"/>
    <w:rsid w:val="000127DB"/>
    <w:rsid w:val="00013309"/>
    <w:rsid w:val="000249B9"/>
    <w:rsid w:val="000334E0"/>
    <w:rsid w:val="00035379"/>
    <w:rsid w:val="00037782"/>
    <w:rsid w:val="00061E14"/>
    <w:rsid w:val="00080615"/>
    <w:rsid w:val="000A7DC8"/>
    <w:rsid w:val="000B0011"/>
    <w:rsid w:val="000B0153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43430"/>
    <w:rsid w:val="00167A69"/>
    <w:rsid w:val="00176B72"/>
    <w:rsid w:val="00195255"/>
    <w:rsid w:val="00222CED"/>
    <w:rsid w:val="0022402E"/>
    <w:rsid w:val="0024420C"/>
    <w:rsid w:val="002573ED"/>
    <w:rsid w:val="002804D3"/>
    <w:rsid w:val="0028675C"/>
    <w:rsid w:val="002A42D7"/>
    <w:rsid w:val="002F3747"/>
    <w:rsid w:val="002F455A"/>
    <w:rsid w:val="00341E32"/>
    <w:rsid w:val="003449A0"/>
    <w:rsid w:val="00356D05"/>
    <w:rsid w:val="00363338"/>
    <w:rsid w:val="00387F20"/>
    <w:rsid w:val="00391C57"/>
    <w:rsid w:val="00393599"/>
    <w:rsid w:val="003976B5"/>
    <w:rsid w:val="003D0AF7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4B57"/>
    <w:rsid w:val="00500DA0"/>
    <w:rsid w:val="00534D53"/>
    <w:rsid w:val="00535289"/>
    <w:rsid w:val="005408E0"/>
    <w:rsid w:val="00546F0F"/>
    <w:rsid w:val="005611E7"/>
    <w:rsid w:val="005670FD"/>
    <w:rsid w:val="00572028"/>
    <w:rsid w:val="005872EE"/>
    <w:rsid w:val="00593CFA"/>
    <w:rsid w:val="005A368C"/>
    <w:rsid w:val="005C599A"/>
    <w:rsid w:val="00621AA4"/>
    <w:rsid w:val="00643763"/>
    <w:rsid w:val="0065343E"/>
    <w:rsid w:val="0067193F"/>
    <w:rsid w:val="00680F04"/>
    <w:rsid w:val="0069176C"/>
    <w:rsid w:val="0069504E"/>
    <w:rsid w:val="006B067A"/>
    <w:rsid w:val="006D2AAE"/>
    <w:rsid w:val="006D4A3D"/>
    <w:rsid w:val="006E386E"/>
    <w:rsid w:val="00761DF2"/>
    <w:rsid w:val="0076765C"/>
    <w:rsid w:val="00782769"/>
    <w:rsid w:val="00792F0D"/>
    <w:rsid w:val="00795A1A"/>
    <w:rsid w:val="007A1A84"/>
    <w:rsid w:val="007A1DC3"/>
    <w:rsid w:val="007A32A6"/>
    <w:rsid w:val="007B0B08"/>
    <w:rsid w:val="007B7908"/>
    <w:rsid w:val="0082494A"/>
    <w:rsid w:val="00825B16"/>
    <w:rsid w:val="00841B5A"/>
    <w:rsid w:val="00876B16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3424E"/>
    <w:rsid w:val="00961649"/>
    <w:rsid w:val="00971C95"/>
    <w:rsid w:val="00977C26"/>
    <w:rsid w:val="00984B18"/>
    <w:rsid w:val="009A1E31"/>
    <w:rsid w:val="009A26DC"/>
    <w:rsid w:val="009D579E"/>
    <w:rsid w:val="009F0A52"/>
    <w:rsid w:val="009F1307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B56C9"/>
    <w:rsid w:val="00AD735D"/>
    <w:rsid w:val="00AF0899"/>
    <w:rsid w:val="00AF320C"/>
    <w:rsid w:val="00B014EE"/>
    <w:rsid w:val="00B10265"/>
    <w:rsid w:val="00B36A39"/>
    <w:rsid w:val="00B603C0"/>
    <w:rsid w:val="00B636CC"/>
    <w:rsid w:val="00BB001A"/>
    <w:rsid w:val="00BD532A"/>
    <w:rsid w:val="00BD623A"/>
    <w:rsid w:val="00BF08D9"/>
    <w:rsid w:val="00C0421C"/>
    <w:rsid w:val="00C06EF2"/>
    <w:rsid w:val="00C3596B"/>
    <w:rsid w:val="00C375C0"/>
    <w:rsid w:val="00C375C7"/>
    <w:rsid w:val="00C75CAF"/>
    <w:rsid w:val="00C837F2"/>
    <w:rsid w:val="00CA2B08"/>
    <w:rsid w:val="00CA6276"/>
    <w:rsid w:val="00CA6BAF"/>
    <w:rsid w:val="00CF0836"/>
    <w:rsid w:val="00CF700D"/>
    <w:rsid w:val="00D1117D"/>
    <w:rsid w:val="00D26448"/>
    <w:rsid w:val="00D55BB9"/>
    <w:rsid w:val="00D81030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06D9E"/>
    <w:rsid w:val="00E20E30"/>
    <w:rsid w:val="00E2309B"/>
    <w:rsid w:val="00E5425D"/>
    <w:rsid w:val="00E67411"/>
    <w:rsid w:val="00E70E31"/>
    <w:rsid w:val="00E819EA"/>
    <w:rsid w:val="00E9794A"/>
    <w:rsid w:val="00F34BEE"/>
    <w:rsid w:val="00F7306B"/>
    <w:rsid w:val="00F81326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56E23F"/>
  <w15:chartTrackingRefBased/>
  <w15:docId w15:val="{9D832413-BDA9-453E-94AC-EA5ABA7EE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qFormat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unHeading3">
    <w:name w:val="unHeading3"/>
    <w:basedOn w:val="Heading3"/>
    <w:uiPriority w:val="8"/>
    <w:qFormat/>
    <w:rsid w:val="009F1307"/>
    <w:rPr>
      <w:kern w:val="32"/>
    </w:rPr>
  </w:style>
  <w:style w:type="paragraph" w:customStyle="1" w:styleId="unHeading5">
    <w:name w:val="unHeading5"/>
    <w:basedOn w:val="Heading5"/>
    <w:uiPriority w:val="8"/>
    <w:rsid w:val="000B0153"/>
    <w:pPr>
      <w:tabs>
        <w:tab w:val="left" w:pos="1701"/>
      </w:tabs>
    </w:pPr>
    <w:rPr>
      <w:rFonts w:asciiTheme="majorHAnsi" w:hAnsiTheme="majorHAnsi"/>
      <w:iCs/>
      <w:color w:val="023E5C" w:themeColor="text2"/>
      <w:kern w:val="32"/>
      <w:szCs w:val="24"/>
    </w:rPr>
  </w:style>
  <w:style w:type="table" w:customStyle="1" w:styleId="SD-MOStable">
    <w:name w:val="SD - MOS table"/>
    <w:basedOn w:val="TableNormal"/>
    <w:uiPriority w:val="99"/>
    <w:rsid w:val="000B0153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character" w:customStyle="1" w:styleId="Authorinstruction">
    <w:name w:val="Author instruction"/>
    <w:uiPriority w:val="1"/>
    <w:qFormat/>
    <w:rsid w:val="00F7306B"/>
    <w:rPr>
      <w:color w:val="C00000"/>
    </w:rPr>
  </w:style>
  <w:style w:type="character" w:customStyle="1" w:styleId="bold">
    <w:name w:val="bold"/>
    <w:basedOn w:val="DefaultParagraphFont"/>
    <w:uiPriority w:val="1"/>
    <w:qFormat/>
    <w:rsid w:val="00F7306B"/>
    <w:rPr>
      <w:b/>
      <w:bCs/>
    </w:rPr>
  </w:style>
  <w:style w:type="table" w:styleId="TableGridLight">
    <w:name w:val="Grid Table Light"/>
    <w:basedOn w:val="TableNormal"/>
    <w:uiPriority w:val="40"/>
    <w:rsid w:val="00F7306B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75F8DA283914DCC981EF7110E289F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066EEB-90A6-4CA6-A47A-AD3C16571C00}"/>
      </w:docPartPr>
      <w:docPartBody>
        <w:p w:rsidR="00C26739" w:rsidRDefault="003D41D9">
          <w:pPr>
            <w:pStyle w:val="575F8DA283914DCC981EF7110E289F3D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BFA"/>
    <w:rsid w:val="00387EB8"/>
    <w:rsid w:val="003D41D9"/>
    <w:rsid w:val="00823517"/>
    <w:rsid w:val="00825B16"/>
    <w:rsid w:val="009D3BFA"/>
    <w:rsid w:val="00C26739"/>
    <w:rsid w:val="00D26448"/>
    <w:rsid w:val="00E2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75F8DA283914DCC981EF7110E289F3D">
    <w:name w:val="575F8DA283914DCC981EF7110E289F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2924B8A-71DF-4FF1-ABDC-DE702425331C}">
  <ds:schemaRefs>
    <ds:schemaRef ds:uri="http://purl.org/dc/dcmitype/"/>
    <ds:schemaRef ds:uri="147bc000-5d24-4a58-bdb3-1d507d54dc98"/>
    <ds:schemaRef ds:uri="http://schemas.openxmlformats.org/package/2006/metadata/core-properties"/>
    <ds:schemaRef ds:uri="09d1133f-994b-4ec9-8bcd-76b1f6ed9a8c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2</TotalTime>
  <Pages>1</Pages>
  <Words>40</Words>
  <Characters>241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A22 – Pilot maintenance training record</vt:lpstr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A22 – Pilot maintenance training record</dc:title>
  <dc:subject/>
  <dc:creator>Bartholomew, Tina</dc:creator>
  <cp:keywords/>
  <dc:description/>
  <cp:lastModifiedBy>Bartholomew, Tina</cp:lastModifiedBy>
  <cp:revision>8</cp:revision>
  <dcterms:created xsi:type="dcterms:W3CDTF">2025-11-24T02:16:00Z</dcterms:created>
  <dcterms:modified xsi:type="dcterms:W3CDTF">2025-11-25T04:57:00Z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NOS-2025-0056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